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71B8C" w14:textId="77777777" w:rsidR="00272FED" w:rsidRPr="00E759AE" w:rsidRDefault="00272FED" w:rsidP="00E759AE">
      <w:pPr>
        <w:pStyle w:val="Texte"/>
        <w:spacing w:before="240" w:after="240"/>
        <w:rPr>
          <w:rFonts w:ascii="Helvetica 75 Bold" w:hAnsi="Helvetica 75 Bold"/>
          <w:color w:val="FF0000"/>
          <w:sz w:val="56"/>
          <w:szCs w:val="56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E759AE">
        <w:rPr>
          <w:rFonts w:ascii="Helvetica 75 Bold" w:hAnsi="Helvetica 75 Bold"/>
          <w:color w:val="FF0000"/>
          <w:sz w:val="56"/>
          <w:szCs w:val="56"/>
        </w:rPr>
        <w:t>Annexe 2 -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52471B8D" w14:textId="77777777" w:rsidR="000E79C9" w:rsidRPr="00E759AE" w:rsidRDefault="00CD1A47" w:rsidP="00EB4DAE">
      <w:pPr>
        <w:rPr>
          <w:b/>
          <w:bCs/>
          <w:sz w:val="36"/>
          <w:szCs w:val="36"/>
        </w:rPr>
      </w:pPr>
      <w:r w:rsidRPr="00E759AE">
        <w:rPr>
          <w:b/>
          <w:bCs/>
          <w:sz w:val="36"/>
          <w:szCs w:val="36"/>
        </w:rPr>
        <w:t xml:space="preserve">Offre </w:t>
      </w:r>
      <w:r w:rsidR="000E79C9" w:rsidRPr="00E759AE">
        <w:rPr>
          <w:b/>
          <w:bCs/>
          <w:sz w:val="36"/>
          <w:szCs w:val="36"/>
        </w:rPr>
        <w:t>FTTE passif</w:t>
      </w:r>
      <w:r w:rsidR="000E79C9" w:rsidRPr="00E759AE">
        <w:rPr>
          <w:rFonts w:cs="Calibri"/>
          <w:b/>
          <w:bCs/>
          <w:sz w:val="36"/>
          <w:szCs w:val="36"/>
        </w:rPr>
        <w:t xml:space="preserve"> </w:t>
      </w:r>
      <w:r w:rsidR="00E44184" w:rsidRPr="00E759AE">
        <w:rPr>
          <w:rFonts w:cs="Calibri"/>
          <w:b/>
          <w:bCs/>
          <w:sz w:val="36"/>
          <w:szCs w:val="36"/>
        </w:rPr>
        <w:t>PM</w:t>
      </w:r>
      <w:r w:rsidR="00DD763C" w:rsidRPr="00E759AE">
        <w:rPr>
          <w:rFonts w:cs="Calibri"/>
          <w:b/>
          <w:bCs/>
          <w:sz w:val="36"/>
          <w:szCs w:val="36"/>
        </w:rPr>
        <w:t xml:space="preserve"> de </w:t>
      </w:r>
      <w:r w:rsidR="001C47C7" w:rsidRPr="00E759AE">
        <w:rPr>
          <w:rFonts w:cs="Calibri"/>
          <w:b/>
          <w:bCs/>
          <w:sz w:val="36"/>
          <w:szCs w:val="36"/>
        </w:rPr>
        <w:t>MAYENNE FIBRE</w:t>
      </w:r>
    </w:p>
    <w:p w14:paraId="52471B8E" w14:textId="77777777" w:rsidR="000E79C9" w:rsidRPr="000A5936" w:rsidRDefault="00272FED" w:rsidP="0077778E">
      <w:pPr>
        <w:tabs>
          <w:tab w:val="left" w:pos="1088"/>
        </w:tabs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  <w:tab/>
      </w:r>
    </w:p>
    <w:p w14:paraId="52471B8F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52471B90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52471B91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52471B92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1C47C7">
        <w:rPr>
          <w:rFonts w:cs="Arial"/>
          <w:szCs w:val="20"/>
        </w:rPr>
        <w:t>MAYENNE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52471B93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1C47C7">
        <w:rPr>
          <w:rFonts w:cs="Arial"/>
          <w:szCs w:val="20"/>
        </w:rPr>
        <w:t>MAYENNE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52471B94" w14:textId="77777777" w:rsidR="001A7064" w:rsidRPr="0028511F" w:rsidRDefault="001A7064" w:rsidP="001A7064">
      <w:pPr>
        <w:pStyle w:val="Texte"/>
      </w:pPr>
    </w:p>
    <w:p w14:paraId="52471B95" w14:textId="420BBD93" w:rsidR="001A7064" w:rsidRPr="009937AF" w:rsidRDefault="001A7064" w:rsidP="00E759AE">
      <w:pPr>
        <w:pStyle w:val="Titre"/>
      </w:pPr>
      <w:r w:rsidRPr="009937AF">
        <w:t xml:space="preserve">pénalités pouvant être dues </w:t>
      </w:r>
      <w:r w:rsidR="00314DF4" w:rsidRPr="009937AF">
        <w:t xml:space="preserve">par </w:t>
      </w:r>
      <w:r w:rsidR="001C47C7" w:rsidRPr="009937AF">
        <w:t>MAYENNE FIBRE</w:t>
      </w:r>
    </w:p>
    <w:p w14:paraId="52471B97" w14:textId="70724DB9" w:rsidR="00897127" w:rsidRDefault="001A7064" w:rsidP="00E759AE">
      <w:pPr>
        <w:pStyle w:val="Titre2"/>
      </w:pPr>
      <w:r w:rsidRPr="00B0235B">
        <w:t xml:space="preserve">au titre du </w:t>
      </w:r>
      <w:r w:rsidR="005A167F" w:rsidRPr="00B0235B">
        <w:t>non-respect</w:t>
      </w:r>
      <w:r w:rsidRPr="00B0235B">
        <w:t xml:space="preserve"> </w:t>
      </w:r>
      <w:r w:rsidR="00314DF4">
        <w:t xml:space="preserve">par </w:t>
      </w:r>
      <w:r w:rsidR="001C47C7">
        <w:t>MAYENNE FIBRE</w:t>
      </w:r>
      <w:r w:rsidR="00EE0ADC">
        <w:t xml:space="preserve"> </w:t>
      </w:r>
      <w:r w:rsidRPr="00B0235B">
        <w:t>de la qualité de service</w:t>
      </w:r>
    </w:p>
    <w:p w14:paraId="52471B98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1C47C7">
        <w:rPr>
          <w:rFonts w:cs="Helvetica55Roman,Italic"/>
          <w:iCs/>
        </w:rPr>
        <w:t>MAYENNE FIBRE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52471B99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52471B9A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52471B9B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52471B9C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52471B9D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52471B9E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52471B9F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52471BA0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52471BA1" w14:textId="77777777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1C47C7">
        <w:t>MAYENNE FIBRE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52471BA2" w14:textId="77777777" w:rsidR="001A7064" w:rsidRDefault="0004645F" w:rsidP="0004645F">
      <w:pPr>
        <w:pStyle w:val="Texte"/>
      </w:pPr>
      <w:r w:rsidRPr="004758B9">
        <w:lastRenderedPageBreak/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52471BA4" w14:textId="77777777" w:rsidR="001A7064" w:rsidRPr="0004645F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p w14:paraId="52471BA5" w14:textId="240BC767" w:rsidR="001A7064" w:rsidRPr="002B22EF" w:rsidRDefault="001A7064" w:rsidP="00E759AE">
      <w:pPr>
        <w:pStyle w:val="Titre30"/>
      </w:pPr>
      <w:r w:rsidRPr="002B22EF">
        <w:t>au titre de la GTR</w:t>
      </w:r>
      <w:r w:rsidR="002B22EF" w:rsidRPr="002B22EF">
        <w:t xml:space="preserve"> sur l’Accès</w:t>
      </w:r>
      <w:r w:rsidRPr="002B22EF">
        <w:t xml:space="preserve"> </w:t>
      </w:r>
    </w:p>
    <w:p w14:paraId="52471BA6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52471BAA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52471BA7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52471BA8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52471BA9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52471BAF" w14:textId="77777777" w:rsidTr="005A167F">
        <w:tc>
          <w:tcPr>
            <w:tcW w:w="4966" w:type="dxa"/>
            <w:shd w:val="clear" w:color="auto" w:fill="auto"/>
          </w:tcPr>
          <w:p w14:paraId="52471BAB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52471BAC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52471BAD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2471BAE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52471BB4" w14:textId="77777777" w:rsidTr="005A167F">
        <w:tc>
          <w:tcPr>
            <w:tcW w:w="4966" w:type="dxa"/>
            <w:shd w:val="clear" w:color="auto" w:fill="auto"/>
            <w:vAlign w:val="center"/>
          </w:tcPr>
          <w:p w14:paraId="52471BB0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52471BB1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52471BB2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2471BB3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52471BB9" w14:textId="77777777" w:rsidTr="005A167F">
        <w:tc>
          <w:tcPr>
            <w:tcW w:w="4966" w:type="dxa"/>
            <w:shd w:val="clear" w:color="auto" w:fill="auto"/>
            <w:vAlign w:val="center"/>
          </w:tcPr>
          <w:p w14:paraId="52471BB5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52471BB6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52471BB7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52471BB8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52471BBA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52471BBB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52471BBF" w14:textId="77777777" w:rsidTr="00142F19">
        <w:tc>
          <w:tcPr>
            <w:tcW w:w="4876" w:type="dxa"/>
            <w:shd w:val="clear" w:color="auto" w:fill="auto"/>
          </w:tcPr>
          <w:p w14:paraId="52471BBC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52471BBD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52471BBE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52471BC6" w14:textId="77777777" w:rsidTr="00142F19">
        <w:tc>
          <w:tcPr>
            <w:tcW w:w="4876" w:type="dxa"/>
            <w:shd w:val="clear" w:color="auto" w:fill="auto"/>
          </w:tcPr>
          <w:p w14:paraId="52471BC0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52471BC1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2471BC2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52471BC3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52471BC4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52471BC5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52471BCD" w14:textId="77777777" w:rsidTr="00142F19">
        <w:tc>
          <w:tcPr>
            <w:tcW w:w="4876" w:type="dxa"/>
            <w:shd w:val="clear" w:color="auto" w:fill="auto"/>
          </w:tcPr>
          <w:p w14:paraId="52471BC7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52471BC8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2471BC9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52471BCA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52471BCB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52471BCC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52471BD3" w14:textId="77777777" w:rsidTr="00142F19">
        <w:tc>
          <w:tcPr>
            <w:tcW w:w="4876" w:type="dxa"/>
            <w:shd w:val="clear" w:color="auto" w:fill="auto"/>
          </w:tcPr>
          <w:p w14:paraId="52471BCE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2471BCF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52471BD0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52471BD1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52471BD2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52471BD4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52471BD5" w14:textId="77777777" w:rsidR="006D0991" w:rsidRDefault="006D0991" w:rsidP="006D0991"/>
    <w:p w14:paraId="52471BD6" w14:textId="77777777" w:rsidR="006D0991" w:rsidRDefault="006D0991" w:rsidP="006D0991"/>
    <w:p w14:paraId="52471BD7" w14:textId="65FCCB85" w:rsidR="001A7064" w:rsidRPr="005B0B01" w:rsidRDefault="001A7064" w:rsidP="00E759AE">
      <w:pPr>
        <w:pStyle w:val="Titre30"/>
      </w:pPr>
      <w:r w:rsidRPr="005B0B01">
        <w:t>au titre de l’IMS</w:t>
      </w:r>
      <w:r w:rsidR="002B22EF" w:rsidRPr="005B0B01">
        <w:t xml:space="preserve"> sur l’Accès</w:t>
      </w:r>
      <w:r w:rsidRPr="005B0B01">
        <w:t xml:space="preserve"> </w:t>
      </w:r>
    </w:p>
    <w:p w14:paraId="52471BD8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52471BDC" w14:textId="77777777" w:rsidTr="00142F19">
        <w:tc>
          <w:tcPr>
            <w:tcW w:w="4799" w:type="dxa"/>
            <w:shd w:val="clear" w:color="auto" w:fill="auto"/>
          </w:tcPr>
          <w:p w14:paraId="52471BD9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52471BDA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52471BDB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52471BE1" w14:textId="77777777" w:rsidTr="00142F19">
        <w:tc>
          <w:tcPr>
            <w:tcW w:w="4799" w:type="dxa"/>
            <w:shd w:val="clear" w:color="auto" w:fill="auto"/>
          </w:tcPr>
          <w:p w14:paraId="52471BDD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52471BDE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2471BDF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52471BE0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52471BE6" w14:textId="77777777" w:rsidTr="00142F19">
        <w:tc>
          <w:tcPr>
            <w:tcW w:w="4799" w:type="dxa"/>
            <w:shd w:val="clear" w:color="auto" w:fill="auto"/>
          </w:tcPr>
          <w:p w14:paraId="52471BE2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52471BE3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2471BE4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52471BE5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52471BEB" w14:textId="77777777" w:rsidTr="00142F19">
        <w:tc>
          <w:tcPr>
            <w:tcW w:w="4799" w:type="dxa"/>
            <w:shd w:val="clear" w:color="auto" w:fill="auto"/>
          </w:tcPr>
          <w:p w14:paraId="52471BE7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52471BE8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2471BE9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52471BEA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52471BF0" w14:textId="77777777" w:rsidTr="00142F19">
        <w:tc>
          <w:tcPr>
            <w:tcW w:w="4799" w:type="dxa"/>
            <w:shd w:val="clear" w:color="auto" w:fill="auto"/>
          </w:tcPr>
          <w:p w14:paraId="52471BEC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52471BED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52471BEE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52471BEF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52471BF1" w14:textId="77777777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52471BF2" w14:textId="24358F98" w:rsidR="001A7064" w:rsidRPr="00562831" w:rsidRDefault="009550D1" w:rsidP="00E759AE">
      <w:pPr>
        <w:pStyle w:val="Titre2"/>
      </w:pPr>
      <w:r>
        <w:br w:type="page"/>
      </w:r>
      <w:r w:rsidR="001A7064" w:rsidRPr="00562831">
        <w:lastRenderedPageBreak/>
        <w:t xml:space="preserve">au titre du </w:t>
      </w:r>
      <w:r w:rsidR="00DA5D00" w:rsidRPr="00562831">
        <w:t>non-respect</w:t>
      </w:r>
      <w:r w:rsidR="001A7064" w:rsidRPr="00562831">
        <w:t xml:space="preserve"> </w:t>
      </w:r>
      <w:r w:rsidR="00314DF4">
        <w:t xml:space="preserve">par </w:t>
      </w:r>
      <w:r w:rsidR="001C47C7">
        <w:t>MAYENNE FIBRE</w:t>
      </w:r>
      <w:r w:rsidR="00EE0ADC">
        <w:t xml:space="preserve"> </w:t>
      </w:r>
      <w:r w:rsidR="001A7064" w:rsidRPr="00562831">
        <w:t xml:space="preserve">de la </w:t>
      </w:r>
      <w:r w:rsidR="004E32D5">
        <w:t>d</w:t>
      </w:r>
      <w:r w:rsidR="001A7064" w:rsidRPr="00562831">
        <w:t xml:space="preserve">ate de </w:t>
      </w:r>
      <w:r w:rsidR="004E32D5">
        <w:t>m</w:t>
      </w:r>
      <w:r w:rsidR="001A7064" w:rsidRPr="00562831">
        <w:t xml:space="preserve">ise à </w:t>
      </w:r>
      <w:r w:rsidR="004E32D5">
        <w:t>d</w:t>
      </w:r>
      <w:r w:rsidR="001A7064" w:rsidRPr="00562831">
        <w:t>is</w:t>
      </w:r>
      <w:r w:rsidR="001A7064">
        <w:t xml:space="preserve">position </w:t>
      </w:r>
      <w:r w:rsidR="004E32D5">
        <w:t>c</w:t>
      </w:r>
      <w:r w:rsidR="001A7064">
        <w:t xml:space="preserve">onvenue </w:t>
      </w:r>
    </w:p>
    <w:p w14:paraId="52471BF3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52471BF7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52471BF4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52471BF5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52471BF6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52471BFB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52471BF8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1C47C7">
              <w:t>MAYENNE FIBRE</w:t>
            </w:r>
          </w:p>
        </w:tc>
        <w:tc>
          <w:tcPr>
            <w:tcW w:w="2160" w:type="dxa"/>
            <w:shd w:val="clear" w:color="auto" w:fill="auto"/>
          </w:tcPr>
          <w:p w14:paraId="52471BF9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52471BFA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52471BFC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52471BFD" w14:textId="77777777" w:rsidR="00DA5D00" w:rsidRDefault="00DA5D00" w:rsidP="005A167F"/>
    <w:p w14:paraId="52471BFE" w14:textId="77777777" w:rsidR="00DA5D00" w:rsidRPr="00246A1F" w:rsidRDefault="00DA5D00" w:rsidP="00DA5D00">
      <w:pPr>
        <w:ind w:left="360"/>
      </w:pPr>
      <w:r>
        <w:t xml:space="preserve"> </w:t>
      </w:r>
    </w:p>
    <w:p w14:paraId="52471BFF" w14:textId="35D287FF" w:rsidR="004E4EA8" w:rsidRPr="00686ACA" w:rsidRDefault="004E4EA8" w:rsidP="00E759AE">
      <w:pPr>
        <w:pStyle w:val="Titre2"/>
      </w:pPr>
      <w:r w:rsidRPr="00686ACA">
        <w:t>au</w:t>
      </w:r>
      <w:r w:rsidR="00EB4DAE">
        <w:t xml:space="preserve"> </w:t>
      </w:r>
      <w:r w:rsidRPr="00686ACA">
        <w:t xml:space="preserve">titre du traitement des tickets de signalisation </w:t>
      </w:r>
    </w:p>
    <w:p w14:paraId="52471C00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52471C04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52471C01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52471C02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52471C03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52471C08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52471C05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1C47C7">
              <w:rPr>
                <w:rFonts w:cs="Arial"/>
                <w:szCs w:val="20"/>
              </w:rPr>
              <w:t>MAYENNE FIBRE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52471C06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52471C07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52471C09" w14:textId="77777777" w:rsidR="0004645F" w:rsidRDefault="0004645F" w:rsidP="00EB4DAE"/>
    <w:p w14:paraId="52471C0A" w14:textId="77777777" w:rsidR="0004645F" w:rsidRPr="00987673" w:rsidRDefault="0004645F" w:rsidP="00987673"/>
    <w:p w14:paraId="52471C0B" w14:textId="77777777" w:rsidR="001A7064" w:rsidRPr="00246A1F" w:rsidRDefault="001A7064" w:rsidP="001A7064"/>
    <w:p w14:paraId="52471C0C" w14:textId="7C256DE5" w:rsidR="001A7064" w:rsidRPr="00E759AE" w:rsidRDefault="001A7064" w:rsidP="00E759AE">
      <w:pPr>
        <w:pStyle w:val="Titre"/>
      </w:pPr>
      <w:r w:rsidRPr="00E759AE">
        <w:t>pénalités pouvant être dues par l’Opérateur</w:t>
      </w:r>
    </w:p>
    <w:p w14:paraId="4A9326EB" w14:textId="77777777" w:rsidR="00E759AE" w:rsidRPr="00E759AE" w:rsidRDefault="00E759AE" w:rsidP="00E759AE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52471C0E" w14:textId="26971615" w:rsidR="001A7064" w:rsidRPr="00143B5F" w:rsidRDefault="001A7064" w:rsidP="00E759AE">
      <w:pPr>
        <w:pStyle w:val="Titre2"/>
      </w:pPr>
      <w:r w:rsidRPr="00143B5F">
        <w:t>au titre des résiliations anticipées</w:t>
      </w:r>
      <w:r>
        <w:t xml:space="preserve"> pendant la période minimale</w:t>
      </w:r>
      <w:r w:rsidRPr="00143B5F">
        <w:t xml:space="preserve"> </w:t>
      </w:r>
    </w:p>
    <w:p w14:paraId="52471C0F" w14:textId="77777777" w:rsidR="001A7064" w:rsidRDefault="001A7064" w:rsidP="001A7064">
      <w:pPr>
        <w:pStyle w:val="Corpsdetexte"/>
      </w:pPr>
    </w:p>
    <w:p w14:paraId="52471C10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1C47C7">
        <w:t>MAYENNE FIBRE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52471C14" w14:textId="77777777" w:rsidTr="00D917BD">
        <w:tc>
          <w:tcPr>
            <w:tcW w:w="4608" w:type="dxa"/>
            <w:shd w:val="clear" w:color="auto" w:fill="auto"/>
          </w:tcPr>
          <w:p w14:paraId="52471C1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52471C12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52471C13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52471C18" w14:textId="77777777" w:rsidTr="00D917BD">
        <w:tc>
          <w:tcPr>
            <w:tcW w:w="4608" w:type="dxa"/>
            <w:shd w:val="clear" w:color="auto" w:fill="auto"/>
          </w:tcPr>
          <w:p w14:paraId="52471C15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52471C16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52471C17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52471C1C" w14:textId="77777777" w:rsidTr="00D917BD">
        <w:tc>
          <w:tcPr>
            <w:tcW w:w="4608" w:type="dxa"/>
            <w:shd w:val="clear" w:color="auto" w:fill="auto"/>
          </w:tcPr>
          <w:p w14:paraId="52471C19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52471C1A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52471C1B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52471C1D" w14:textId="77777777" w:rsidR="00E514E0" w:rsidRPr="00E735CF" w:rsidRDefault="00E514E0" w:rsidP="001A7064">
      <w:pPr>
        <w:pStyle w:val="Texte"/>
      </w:pPr>
    </w:p>
    <w:p w14:paraId="52471C1E" w14:textId="16D4C973" w:rsidR="001A7064" w:rsidRDefault="00E759AE" w:rsidP="00E759AE">
      <w:pPr>
        <w:pStyle w:val="Titre2"/>
      </w:pPr>
      <w:r>
        <w:br w:type="page"/>
      </w:r>
      <w:r w:rsidR="001A7064" w:rsidRPr="00143B5F">
        <w:lastRenderedPageBreak/>
        <w:t>au titre des résiliations anticipées</w:t>
      </w:r>
      <w:r w:rsidR="001A7064">
        <w:t xml:space="preserve"> avant la date de mise </w:t>
      </w:r>
      <w:r w:rsidR="007A6598">
        <w:t>à</w:t>
      </w:r>
      <w:r w:rsidR="001B3702">
        <w:t xml:space="preserve"> disposition</w:t>
      </w:r>
      <w:r w:rsidR="001A7064"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52471C22" w14:textId="77777777" w:rsidTr="00D917BD">
        <w:tc>
          <w:tcPr>
            <w:tcW w:w="4608" w:type="dxa"/>
            <w:shd w:val="clear" w:color="auto" w:fill="auto"/>
          </w:tcPr>
          <w:p w14:paraId="52471C1F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52471C2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52471C2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52471C26" w14:textId="77777777" w:rsidTr="00D917BD">
        <w:tc>
          <w:tcPr>
            <w:tcW w:w="4608" w:type="dxa"/>
            <w:shd w:val="clear" w:color="auto" w:fill="auto"/>
            <w:vAlign w:val="center"/>
          </w:tcPr>
          <w:p w14:paraId="52471C23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52471C24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52471C25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52471C2A" w14:textId="77777777" w:rsidTr="00D917BD">
        <w:tc>
          <w:tcPr>
            <w:tcW w:w="4608" w:type="dxa"/>
            <w:shd w:val="clear" w:color="auto" w:fill="auto"/>
            <w:vAlign w:val="center"/>
          </w:tcPr>
          <w:p w14:paraId="52471C27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52471C28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52471C29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14:paraId="52471C2C" w14:textId="77777777" w:rsidR="00B707F2" w:rsidRPr="00511779" w:rsidRDefault="00B707F2" w:rsidP="005B0B01">
      <w:pPr>
        <w:spacing w:before="120"/>
        <w:jc w:val="both"/>
        <w:rPr>
          <w:rFonts w:cs="Arial"/>
          <w:sz w:val="28"/>
          <w:szCs w:val="28"/>
        </w:rPr>
      </w:pPr>
      <w:bookmarkStart w:id="11" w:name="_Toc246902764"/>
      <w:bookmarkEnd w:id="10"/>
      <w:bookmarkEnd w:id="11"/>
    </w:p>
    <w:p w14:paraId="52471C2D" w14:textId="3C6E2F32" w:rsidR="004E4EA8" w:rsidRPr="004E4EA8" w:rsidRDefault="004E4EA8" w:rsidP="00E759AE">
      <w:pPr>
        <w:pStyle w:val="Titre2"/>
        <w:rPr>
          <w:sz w:val="24"/>
          <w:szCs w:val="26"/>
        </w:rPr>
      </w:pPr>
      <w:r w:rsidRPr="00686ACA">
        <w:t>au titre d’une commande non conforme</w:t>
      </w:r>
    </w:p>
    <w:p w14:paraId="52471C2E" w14:textId="77777777" w:rsidR="004E4EA8" w:rsidRPr="00E759AE" w:rsidRDefault="004E4EA8" w:rsidP="004E4EA8">
      <w:pPr>
        <w:keepNext/>
        <w:spacing w:before="240"/>
        <w:outlineLvl w:val="2"/>
        <w:rPr>
          <w:rFonts w:cs="Arial"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52471C32" w14:textId="77777777" w:rsidTr="00314DF4">
        <w:tc>
          <w:tcPr>
            <w:tcW w:w="4077" w:type="dxa"/>
            <w:shd w:val="clear" w:color="auto" w:fill="auto"/>
          </w:tcPr>
          <w:p w14:paraId="52471C2F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52471C30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52471C31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52471C36" w14:textId="77777777" w:rsidTr="00314DF4">
        <w:tc>
          <w:tcPr>
            <w:tcW w:w="4077" w:type="dxa"/>
            <w:shd w:val="clear" w:color="auto" w:fill="auto"/>
          </w:tcPr>
          <w:p w14:paraId="52471C33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1C47C7">
              <w:rPr>
                <w:rFonts w:cs="Arial"/>
                <w:szCs w:val="20"/>
              </w:rPr>
              <w:t>MAYENNE FIBRE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52471C34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52471C35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52471C37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7A7C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923" w:right="1021" w:bottom="1418" w:left="907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71C3B" w14:textId="77777777" w:rsidR="00393F18" w:rsidRDefault="00393F18">
      <w:pPr>
        <w:pStyle w:val="Pieddepage"/>
      </w:pPr>
      <w:r>
        <w:separator/>
      </w:r>
    </w:p>
  </w:endnote>
  <w:endnote w:type="continuationSeparator" w:id="0">
    <w:p w14:paraId="52471C3C" w14:textId="77777777" w:rsidR="00393F18" w:rsidRDefault="00393F18">
      <w:pPr>
        <w:pStyle w:val="Pieddepage"/>
      </w:pPr>
      <w:r>
        <w:continuationSeparator/>
      </w:r>
    </w:p>
  </w:endnote>
  <w:endnote w:type="continuationNotice" w:id="1">
    <w:p w14:paraId="52471C3D" w14:textId="77777777" w:rsidR="00393F18" w:rsidRDefault="00393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71C40" w14:textId="77777777" w:rsidR="00D5602C" w:rsidRDefault="00D560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71C41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52471C42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52471C43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0222DA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0222DA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71C45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52471C46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71C38" w14:textId="77777777" w:rsidR="00393F18" w:rsidRDefault="00393F18">
      <w:pPr>
        <w:pStyle w:val="Pieddepage"/>
      </w:pPr>
      <w:r>
        <w:separator/>
      </w:r>
    </w:p>
  </w:footnote>
  <w:footnote w:type="continuationSeparator" w:id="0">
    <w:p w14:paraId="52471C39" w14:textId="77777777" w:rsidR="00393F18" w:rsidRDefault="00393F18">
      <w:pPr>
        <w:pStyle w:val="Pieddepage"/>
      </w:pPr>
      <w:r>
        <w:continuationSeparator/>
      </w:r>
    </w:p>
  </w:footnote>
  <w:footnote w:type="continuationNotice" w:id="1">
    <w:p w14:paraId="52471C3A" w14:textId="77777777" w:rsidR="00393F18" w:rsidRDefault="00393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71C3E" w14:textId="77777777" w:rsidR="00D5602C" w:rsidRDefault="00D560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71C3F" w14:textId="77777777" w:rsidR="00D5602C" w:rsidRDefault="00D5602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71C44" w14:textId="77777777" w:rsidR="00272FED" w:rsidRDefault="000222DA" w:rsidP="00EB4DAE">
    <w:pPr>
      <w:pStyle w:val="En-tte"/>
      <w:tabs>
        <w:tab w:val="clear" w:pos="4536"/>
        <w:tab w:val="clear" w:pos="9072"/>
        <w:tab w:val="left" w:pos="1691"/>
      </w:tabs>
    </w:pPr>
    <w:r>
      <w:rPr>
        <w:noProof/>
      </w:rPr>
      <w:drawing>
        <wp:inline distT="0" distB="0" distL="0" distR="0" wp14:anchorId="52471C47" wp14:editId="52471C48">
          <wp:extent cx="1571625" cy="916940"/>
          <wp:effectExtent l="0" t="0" r="9525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yenne Fib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7702" cy="932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4CD3B9C"/>
    <w:multiLevelType w:val="multilevel"/>
    <w:tmpl w:val="05F26418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670E6"/>
    <w:multiLevelType w:val="hybridMultilevel"/>
    <w:tmpl w:val="0212D0DE"/>
    <w:lvl w:ilvl="0" w:tplc="9184F724">
      <w:start w:val="1"/>
      <w:numFmt w:val="decimal"/>
      <w:pStyle w:val="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77002787">
    <w:abstractNumId w:val="14"/>
  </w:num>
  <w:num w:numId="2" w16cid:durableId="576329383">
    <w:abstractNumId w:val="12"/>
  </w:num>
  <w:num w:numId="3" w16cid:durableId="966350851">
    <w:abstractNumId w:val="10"/>
  </w:num>
  <w:num w:numId="4" w16cid:durableId="1867477524">
    <w:abstractNumId w:val="22"/>
  </w:num>
  <w:num w:numId="5" w16cid:durableId="815681463">
    <w:abstractNumId w:val="23"/>
  </w:num>
  <w:num w:numId="6" w16cid:durableId="350497104">
    <w:abstractNumId w:val="20"/>
  </w:num>
  <w:num w:numId="7" w16cid:durableId="925184582">
    <w:abstractNumId w:val="24"/>
  </w:num>
  <w:num w:numId="8" w16cid:durableId="1227840704">
    <w:abstractNumId w:val="18"/>
  </w:num>
  <w:num w:numId="9" w16cid:durableId="33434375">
    <w:abstractNumId w:val="13"/>
  </w:num>
  <w:num w:numId="10" w16cid:durableId="236745607">
    <w:abstractNumId w:val="19"/>
  </w:num>
  <w:num w:numId="11" w16cid:durableId="250700532">
    <w:abstractNumId w:val="11"/>
  </w:num>
  <w:num w:numId="12" w16cid:durableId="1089082722">
    <w:abstractNumId w:val="7"/>
  </w:num>
  <w:num w:numId="13" w16cid:durableId="820970212">
    <w:abstractNumId w:val="8"/>
  </w:num>
  <w:num w:numId="14" w16cid:durableId="1268388492">
    <w:abstractNumId w:val="3"/>
  </w:num>
  <w:num w:numId="15" w16cid:durableId="1078870721">
    <w:abstractNumId w:val="2"/>
  </w:num>
  <w:num w:numId="16" w16cid:durableId="1516189486">
    <w:abstractNumId w:val="1"/>
  </w:num>
  <w:num w:numId="17" w16cid:durableId="1035619063">
    <w:abstractNumId w:val="0"/>
  </w:num>
  <w:num w:numId="18" w16cid:durableId="1584145782">
    <w:abstractNumId w:val="6"/>
  </w:num>
  <w:num w:numId="19" w16cid:durableId="1783721743">
    <w:abstractNumId w:val="5"/>
  </w:num>
  <w:num w:numId="20" w16cid:durableId="329254057">
    <w:abstractNumId w:val="4"/>
  </w:num>
  <w:num w:numId="21" w16cid:durableId="771359552">
    <w:abstractNumId w:val="9"/>
  </w:num>
  <w:num w:numId="22" w16cid:durableId="1495607875">
    <w:abstractNumId w:val="21"/>
  </w:num>
  <w:num w:numId="23" w16cid:durableId="705519628">
    <w:abstractNumId w:val="17"/>
  </w:num>
  <w:num w:numId="24" w16cid:durableId="547298183">
    <w:abstractNumId w:val="15"/>
  </w:num>
  <w:num w:numId="25" w16cid:durableId="1947931283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324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2D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47C7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8A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37AF"/>
    <w:rsid w:val="0099497A"/>
    <w:rsid w:val="00994E57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4108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5602C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4184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759AE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2471B8C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E759AE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E759AE"/>
    <w:pPr>
      <w:keepNext/>
      <w:numPr>
        <w:ilvl w:val="2"/>
        <w:numId w:val="1"/>
      </w:numPr>
      <w:spacing w:before="120" w:after="120"/>
      <w:ind w:left="284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E759AE"/>
    <w:pPr>
      <w:numPr>
        <w:numId w:val="25"/>
      </w:numPr>
      <w:spacing w:before="240" w:after="240"/>
      <w:ind w:left="357" w:hanging="357"/>
    </w:pPr>
    <w:rPr>
      <w:rFonts w:cs="Arial"/>
      <w:b/>
      <w:bCs/>
      <w:sz w:val="36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E759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30EE3FA1-D77D-49A2-96CF-D5726DB98283}"/>
</file>

<file path=customXml/itemProps2.xml><?xml version="1.0" encoding="utf-8"?>
<ds:datastoreItem xmlns:ds="http://schemas.openxmlformats.org/officeDocument/2006/customXml" ds:itemID="{BF88221F-B63F-4DD0-B0A2-8A6F484EF30A}"/>
</file>

<file path=customXml/itemProps3.xml><?xml version="1.0" encoding="utf-8"?>
<ds:datastoreItem xmlns:ds="http://schemas.openxmlformats.org/officeDocument/2006/customXml" ds:itemID="{06AD96F8-C944-4B9F-9D67-3119A6A836CF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4</Pages>
  <Words>1074</Words>
  <Characters>5909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2</cp:revision>
  <cp:lastPrinted>2017-03-27T10:57:00Z</cp:lastPrinted>
  <dcterms:created xsi:type="dcterms:W3CDTF">2022-12-21T13:12:00Z</dcterms:created>
  <dcterms:modified xsi:type="dcterms:W3CDTF">2022-12-21T13:12:00Z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